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08" w:rsidRPr="005C41B3" w:rsidRDefault="00450D08" w:rsidP="004751C6">
      <w:pPr>
        <w:jc w:val="center"/>
        <w:rPr>
          <w:rFonts w:ascii="Arial" w:hAnsi="Arial" w:cs="Arial"/>
          <w:b/>
          <w:color w:val="000000" w:themeColor="text1"/>
          <w:sz w:val="40"/>
          <w:szCs w:val="40"/>
          <w:u w:val="single"/>
        </w:rPr>
      </w:pPr>
      <w:r w:rsidRPr="005C41B3">
        <w:rPr>
          <w:rFonts w:ascii="Arial" w:hAnsi="Arial" w:cs="Arial"/>
          <w:b/>
          <w:color w:val="000000" w:themeColor="text1"/>
          <w:sz w:val="40"/>
          <w:szCs w:val="40"/>
          <w:u w:val="single"/>
        </w:rPr>
        <w:t>Gorilla</w:t>
      </w:r>
    </w:p>
    <w:p w:rsidR="009A5FB2" w:rsidRPr="009A5FB2" w:rsidRDefault="00450D08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A5FB2">
        <w:rPr>
          <w:rFonts w:ascii="Arial" w:hAnsi="Arial" w:cs="Arial"/>
          <w:b/>
          <w:color w:val="000000" w:themeColor="text1"/>
          <w:sz w:val="32"/>
          <w:szCs w:val="32"/>
        </w:rPr>
        <w:t>Gorillas are as loud as a Michael Jackson concert</w:t>
      </w:r>
      <w:r w:rsidR="009A5FB2" w:rsidRPr="009A5FB2">
        <w:rPr>
          <w:rFonts w:ascii="Arial" w:hAnsi="Arial" w:cs="Arial"/>
          <w:b/>
          <w:color w:val="000000" w:themeColor="text1"/>
          <w:sz w:val="32"/>
          <w:szCs w:val="32"/>
        </w:rPr>
        <w:t>,</w:t>
      </w:r>
    </w:p>
    <w:p w:rsidR="005C41B3" w:rsidRDefault="009A5FB2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A5FB2">
        <w:rPr>
          <w:rFonts w:ascii="Arial" w:hAnsi="Arial" w:cs="Arial"/>
          <w:b/>
          <w:color w:val="000000" w:themeColor="text1"/>
          <w:sz w:val="32"/>
          <w:szCs w:val="32"/>
        </w:rPr>
        <w:t>He is as health as a skinny athlete on a diet,</w:t>
      </w:r>
    </w:p>
    <w:p w:rsidR="009A5FB2" w:rsidRDefault="009A5FB2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He is like a big hummer,</w:t>
      </w:r>
    </w:p>
    <w:p w:rsidR="009A5FB2" w:rsidRDefault="009A5FB2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He lives like a big eagle in the high lands of mountains,</w:t>
      </w:r>
    </w:p>
    <w:p w:rsidR="00DF5307" w:rsidRDefault="009A5FB2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He is like a</w:t>
      </w:r>
      <w:r w:rsidR="00DF5307">
        <w:rPr>
          <w:rFonts w:ascii="Arial" w:hAnsi="Arial" w:cs="Arial"/>
          <w:b/>
          <w:color w:val="000000" w:themeColor="text1"/>
          <w:sz w:val="32"/>
          <w:szCs w:val="32"/>
        </w:rPr>
        <w:t xml:space="preserve"> explore in the jungle,</w:t>
      </w:r>
    </w:p>
    <w:p w:rsidR="004751C6" w:rsidRDefault="005C41B3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Gorillas are like a crazy </w:t>
      </w:r>
      <w:r w:rsidR="004751C6">
        <w:rPr>
          <w:rFonts w:ascii="Arial" w:hAnsi="Arial" w:cs="Arial"/>
          <w:b/>
          <w:color w:val="000000" w:themeColor="text1"/>
          <w:sz w:val="32"/>
          <w:szCs w:val="32"/>
        </w:rPr>
        <w:t>four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year old that 10 teaspoons of sugar.</w:t>
      </w:r>
    </w:p>
    <w:p w:rsidR="004751C6" w:rsidRDefault="004751C6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5C41B3" w:rsidRDefault="004751C6" w:rsidP="004751C6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By Tom L</w:t>
      </w:r>
    </w:p>
    <w:p w:rsidR="009A5FB2" w:rsidRPr="009A5FB2" w:rsidRDefault="00DF5307" w:rsidP="009A5FB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  </w:t>
      </w:r>
      <w:r w:rsidR="009A5FB2">
        <w:rPr>
          <w:rFonts w:ascii="Arial" w:hAnsi="Arial" w:cs="Arial"/>
          <w:b/>
          <w:color w:val="000000" w:themeColor="text1"/>
          <w:sz w:val="32"/>
          <w:szCs w:val="32"/>
        </w:rPr>
        <w:t xml:space="preserve">       </w:t>
      </w:r>
    </w:p>
    <w:p w:rsidR="009A5FB2" w:rsidRDefault="009A5FB2" w:rsidP="009A5FB2">
      <w:pPr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</w:p>
    <w:p w:rsidR="009A5FB2" w:rsidRPr="00450D08" w:rsidRDefault="009A5FB2" w:rsidP="00450D08">
      <w:pPr>
        <w:jc w:val="center"/>
        <w:rPr>
          <w:rFonts w:ascii="Arial" w:hAnsi="Arial" w:cs="Arial"/>
          <w:b/>
          <w:color w:val="000000" w:themeColor="text1"/>
          <w:sz w:val="40"/>
          <w:szCs w:val="40"/>
          <w:u w:val="single"/>
        </w:rPr>
      </w:pPr>
    </w:p>
    <w:sectPr w:rsidR="009A5FB2" w:rsidRPr="00450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08"/>
    <w:rsid w:val="00450D08"/>
    <w:rsid w:val="004751C6"/>
    <w:rsid w:val="005C41B3"/>
    <w:rsid w:val="006B3056"/>
    <w:rsid w:val="00927BBF"/>
    <w:rsid w:val="009A5FB2"/>
    <w:rsid w:val="00D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A489C0AE</Template>
  <TotalTime>23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4</cp:revision>
  <cp:lastPrinted>2011-04-14T21:39:00Z</cp:lastPrinted>
  <dcterms:created xsi:type="dcterms:W3CDTF">2011-04-13T22:39:00Z</dcterms:created>
  <dcterms:modified xsi:type="dcterms:W3CDTF">2011-04-14T21:39:00Z</dcterms:modified>
</cp:coreProperties>
</file>